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CA" w:rsidRPr="007A5103" w:rsidRDefault="003B20CA" w:rsidP="007A5103">
      <w:pPr>
        <w:spacing w:after="0" w:line="240" w:lineRule="auto"/>
        <w:ind w:left="10348"/>
        <w:rPr>
          <w:rFonts w:ascii="Times New Roman" w:hAnsi="Times New Roman"/>
          <w:bCs/>
          <w:sz w:val="24"/>
          <w:szCs w:val="24"/>
        </w:rPr>
      </w:pPr>
      <w:r w:rsidRPr="007A5103">
        <w:rPr>
          <w:rFonts w:ascii="Times New Roman" w:hAnsi="Times New Roman"/>
          <w:bCs/>
          <w:sz w:val="24"/>
          <w:szCs w:val="24"/>
        </w:rPr>
        <w:t>Приложение</w:t>
      </w:r>
    </w:p>
    <w:p w:rsidR="003B20CA" w:rsidRPr="007A5103" w:rsidRDefault="003B20CA" w:rsidP="007A5103">
      <w:pPr>
        <w:spacing w:after="0" w:line="240" w:lineRule="auto"/>
        <w:ind w:left="10348"/>
        <w:rPr>
          <w:rFonts w:ascii="Times New Roman" w:hAnsi="Times New Roman"/>
          <w:bCs/>
          <w:sz w:val="24"/>
          <w:szCs w:val="24"/>
        </w:rPr>
      </w:pPr>
      <w:r w:rsidRPr="007A5103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3B20CA" w:rsidRPr="007A5103" w:rsidRDefault="003B20CA" w:rsidP="007A5103">
      <w:pPr>
        <w:spacing w:after="0" w:line="240" w:lineRule="auto"/>
        <w:ind w:left="10348"/>
        <w:rPr>
          <w:rFonts w:ascii="Times New Roman" w:hAnsi="Times New Roman"/>
          <w:bCs/>
          <w:sz w:val="24"/>
          <w:szCs w:val="24"/>
        </w:rPr>
      </w:pPr>
      <w:r w:rsidRPr="007A5103">
        <w:rPr>
          <w:rFonts w:ascii="Times New Roman" w:hAnsi="Times New Roman"/>
          <w:bCs/>
          <w:sz w:val="24"/>
          <w:szCs w:val="24"/>
        </w:rPr>
        <w:t>городского округа Серебряные Пруды</w:t>
      </w:r>
    </w:p>
    <w:p w:rsidR="003B20CA" w:rsidRPr="007A5103" w:rsidRDefault="003B20CA" w:rsidP="007A5103">
      <w:pPr>
        <w:spacing w:after="0" w:line="240" w:lineRule="auto"/>
        <w:ind w:left="10348"/>
        <w:rPr>
          <w:rFonts w:ascii="Times New Roman" w:hAnsi="Times New Roman"/>
          <w:bCs/>
          <w:sz w:val="24"/>
          <w:szCs w:val="24"/>
        </w:rPr>
      </w:pPr>
      <w:r w:rsidRPr="007A5103">
        <w:rPr>
          <w:rFonts w:ascii="Times New Roman" w:hAnsi="Times New Roman"/>
          <w:bCs/>
          <w:sz w:val="24"/>
          <w:szCs w:val="24"/>
        </w:rPr>
        <w:t>Московской области</w:t>
      </w:r>
    </w:p>
    <w:p w:rsidR="003B20CA" w:rsidRPr="007A5103" w:rsidRDefault="003B20CA" w:rsidP="007A5103">
      <w:pPr>
        <w:spacing w:after="0" w:line="240" w:lineRule="auto"/>
        <w:ind w:left="10348"/>
        <w:rPr>
          <w:rFonts w:ascii="Times New Roman" w:hAnsi="Times New Roman"/>
          <w:sz w:val="24"/>
          <w:szCs w:val="24"/>
        </w:rPr>
      </w:pPr>
      <w:r w:rsidRPr="007A5103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01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.11.2019</w:t>
      </w:r>
      <w:r w:rsidRPr="007A5103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</w:rPr>
        <w:t>1677</w:t>
      </w:r>
    </w:p>
    <w:p w:rsidR="003B20CA" w:rsidRPr="007A5103" w:rsidRDefault="003B20CA" w:rsidP="007828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20CA" w:rsidRPr="007A5103" w:rsidRDefault="003B20CA" w:rsidP="007828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20CA" w:rsidRPr="007A5103" w:rsidRDefault="003B20CA" w:rsidP="007828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5103">
        <w:rPr>
          <w:rFonts w:ascii="Times New Roman" w:hAnsi="Times New Roman"/>
          <w:sz w:val="24"/>
          <w:szCs w:val="24"/>
        </w:rPr>
        <w:t xml:space="preserve">Муниципальная программа городского округа Серебряные Пруды Московской области «Образование» </w:t>
      </w:r>
    </w:p>
    <w:p w:rsidR="003B20CA" w:rsidRPr="007A5103" w:rsidRDefault="003B20CA" w:rsidP="00782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20CA" w:rsidRPr="007A5103" w:rsidRDefault="003B20CA" w:rsidP="00604D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103">
        <w:rPr>
          <w:rFonts w:ascii="Times New Roman" w:hAnsi="Times New Roman"/>
          <w:b/>
          <w:sz w:val="24"/>
          <w:szCs w:val="24"/>
        </w:rPr>
        <w:t>1. Паспорт муниципальной программы городского округа Серебряные Пруды Московской области «Образование»</w:t>
      </w:r>
    </w:p>
    <w:p w:rsidR="003B20CA" w:rsidRPr="007A5103" w:rsidRDefault="003B20CA" w:rsidP="00782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53"/>
        <w:gridCol w:w="1984"/>
        <w:gridCol w:w="1843"/>
        <w:gridCol w:w="1701"/>
        <w:gridCol w:w="1843"/>
        <w:gridCol w:w="1843"/>
        <w:gridCol w:w="1701"/>
      </w:tblGrid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Заместитель главы администрации городского округа Серебряные Пруды Московской области А. И. Волков 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программы</w:t>
            </w:r>
          </w:p>
        </w:tc>
        <w:tc>
          <w:tcPr>
            <w:tcW w:w="10915" w:type="dxa"/>
            <w:gridSpan w:val="6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городского округа Серебряные Пруды Московской области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10915" w:type="dxa"/>
            <w:gridSpan w:val="6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 доступного качественного образования и успешной социализации детей и молодёжи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подпрограмм</w:t>
            </w:r>
          </w:p>
        </w:tc>
        <w:tc>
          <w:tcPr>
            <w:tcW w:w="10915" w:type="dxa"/>
            <w:gridSpan w:val="6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I «Дошкольное образование»</w:t>
            </w:r>
          </w:p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II «Общее образование»</w:t>
            </w:r>
          </w:p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IV «Профессиональное образование»</w:t>
            </w:r>
          </w:p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V «Обеспечивающая подпрограмма»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  <w:vMerge w:val="restart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915" w:type="dxa"/>
            <w:gridSpan w:val="6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  <w:vMerge/>
            <w:vAlign w:val="center"/>
          </w:tcPr>
          <w:p w:rsidR="003B20CA" w:rsidRPr="007A5103" w:rsidRDefault="003B20CA" w:rsidP="0078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1 689,00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1 689,00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2 142 809,00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499 879,00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484 237,00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391 433,00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383 630,00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383 630,00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бюджета городского округа </w:t>
            </w: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1 122 695,30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238 546,66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219 748,66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225 664,66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219 367,66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219 367,66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0,00 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3B20CA" w:rsidRPr="0052654E" w:rsidTr="008A3787">
        <w:trPr>
          <w:trHeight w:val="20"/>
        </w:trPr>
        <w:tc>
          <w:tcPr>
            <w:tcW w:w="425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 по годам:</w:t>
            </w:r>
          </w:p>
        </w:tc>
        <w:tc>
          <w:tcPr>
            <w:tcW w:w="1984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3 267 193,30</w:t>
            </w:r>
          </w:p>
        </w:tc>
        <w:tc>
          <w:tcPr>
            <w:tcW w:w="1843" w:type="dxa"/>
          </w:tcPr>
          <w:p w:rsidR="003B20CA" w:rsidRPr="007A5103" w:rsidRDefault="003B20CA" w:rsidP="00595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738 425,66</w:t>
            </w:r>
          </w:p>
        </w:tc>
        <w:tc>
          <w:tcPr>
            <w:tcW w:w="1701" w:type="dxa"/>
          </w:tcPr>
          <w:p w:rsidR="003B20CA" w:rsidRPr="007A5103" w:rsidRDefault="003B20CA" w:rsidP="00595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703 985,66 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618 786,66</w:t>
            </w:r>
          </w:p>
        </w:tc>
        <w:tc>
          <w:tcPr>
            <w:tcW w:w="1843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602 997,66</w:t>
            </w:r>
          </w:p>
        </w:tc>
        <w:tc>
          <w:tcPr>
            <w:tcW w:w="1701" w:type="dxa"/>
          </w:tcPr>
          <w:p w:rsidR="003B20CA" w:rsidRPr="007A5103" w:rsidRDefault="003B20CA" w:rsidP="00782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5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602 997,66</w:t>
            </w:r>
          </w:p>
        </w:tc>
      </w:tr>
    </w:tbl>
    <w:p w:rsidR="003B20CA" w:rsidRPr="007A5103" w:rsidRDefault="003B20CA" w:rsidP="007828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1" w:name="sub_1110"/>
    </w:p>
    <w:sectPr w:rsidR="003B20CA" w:rsidRPr="007A5103" w:rsidSect="005B0CE1">
      <w:headerReference w:type="default" r:id="rId7"/>
      <w:pgSz w:w="16838" w:h="11906" w:orient="landscape" w:code="9"/>
      <w:pgMar w:top="1134" w:right="567" w:bottom="1134" w:left="1134" w:header="709" w:footer="709" w:gutter="0"/>
      <w:pgNumType w:start="5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CA" w:rsidRDefault="003B20CA" w:rsidP="00A80D09">
      <w:pPr>
        <w:spacing w:after="0" w:line="240" w:lineRule="auto"/>
      </w:pPr>
      <w:r>
        <w:separator/>
      </w:r>
    </w:p>
  </w:endnote>
  <w:endnote w:type="continuationSeparator" w:id="0">
    <w:p w:rsidR="003B20CA" w:rsidRDefault="003B20CA" w:rsidP="00A80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CA" w:rsidRDefault="003B20CA" w:rsidP="00A80D09">
      <w:pPr>
        <w:spacing w:after="0" w:line="240" w:lineRule="auto"/>
      </w:pPr>
      <w:r>
        <w:separator/>
      </w:r>
    </w:p>
  </w:footnote>
  <w:footnote w:type="continuationSeparator" w:id="0">
    <w:p w:rsidR="003B20CA" w:rsidRDefault="003B20CA" w:rsidP="00A80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0CA" w:rsidRDefault="003B20CA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3B20CA" w:rsidRDefault="003B20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2077D"/>
    <w:multiLevelType w:val="hybridMultilevel"/>
    <w:tmpl w:val="E402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6867"/>
    <w:multiLevelType w:val="hybridMultilevel"/>
    <w:tmpl w:val="51A4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247015"/>
    <w:multiLevelType w:val="hybridMultilevel"/>
    <w:tmpl w:val="604CDFA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8604C"/>
    <w:multiLevelType w:val="hybridMultilevel"/>
    <w:tmpl w:val="7DF002B2"/>
    <w:lvl w:ilvl="0" w:tplc="BCD257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772"/>
    <w:rsid w:val="000002A2"/>
    <w:rsid w:val="00000ADD"/>
    <w:rsid w:val="00000DB0"/>
    <w:rsid w:val="00001C28"/>
    <w:rsid w:val="00003F2F"/>
    <w:rsid w:val="00004907"/>
    <w:rsid w:val="0000515B"/>
    <w:rsid w:val="00005A62"/>
    <w:rsid w:val="00005D9C"/>
    <w:rsid w:val="00006FB9"/>
    <w:rsid w:val="00010134"/>
    <w:rsid w:val="00010136"/>
    <w:rsid w:val="00013808"/>
    <w:rsid w:val="00013AD9"/>
    <w:rsid w:val="00013C42"/>
    <w:rsid w:val="000147E0"/>
    <w:rsid w:val="00014FC1"/>
    <w:rsid w:val="00015B38"/>
    <w:rsid w:val="0001640B"/>
    <w:rsid w:val="00017C90"/>
    <w:rsid w:val="00017DEF"/>
    <w:rsid w:val="000204D7"/>
    <w:rsid w:val="00020CF4"/>
    <w:rsid w:val="000218CB"/>
    <w:rsid w:val="00025554"/>
    <w:rsid w:val="00025FDC"/>
    <w:rsid w:val="000264A6"/>
    <w:rsid w:val="00027A66"/>
    <w:rsid w:val="00030F6B"/>
    <w:rsid w:val="0003147A"/>
    <w:rsid w:val="00032394"/>
    <w:rsid w:val="000331DA"/>
    <w:rsid w:val="00034ED2"/>
    <w:rsid w:val="00036D74"/>
    <w:rsid w:val="00037FBA"/>
    <w:rsid w:val="000409C1"/>
    <w:rsid w:val="00040E6B"/>
    <w:rsid w:val="000417BA"/>
    <w:rsid w:val="00041A81"/>
    <w:rsid w:val="000426FE"/>
    <w:rsid w:val="00047A45"/>
    <w:rsid w:val="00052DB3"/>
    <w:rsid w:val="00053769"/>
    <w:rsid w:val="000540B7"/>
    <w:rsid w:val="00055AEA"/>
    <w:rsid w:val="00055DEA"/>
    <w:rsid w:val="00055F52"/>
    <w:rsid w:val="0005746D"/>
    <w:rsid w:val="00060583"/>
    <w:rsid w:val="00060DD3"/>
    <w:rsid w:val="0006295E"/>
    <w:rsid w:val="00063F86"/>
    <w:rsid w:val="0006460C"/>
    <w:rsid w:val="00064A29"/>
    <w:rsid w:val="00064A93"/>
    <w:rsid w:val="00065B1C"/>
    <w:rsid w:val="00065C7E"/>
    <w:rsid w:val="00066A40"/>
    <w:rsid w:val="00067A62"/>
    <w:rsid w:val="00067C19"/>
    <w:rsid w:val="000712EE"/>
    <w:rsid w:val="00072A16"/>
    <w:rsid w:val="000752A9"/>
    <w:rsid w:val="00085A56"/>
    <w:rsid w:val="00085FE6"/>
    <w:rsid w:val="0008785C"/>
    <w:rsid w:val="00091379"/>
    <w:rsid w:val="000923C6"/>
    <w:rsid w:val="00093EC6"/>
    <w:rsid w:val="00095275"/>
    <w:rsid w:val="0009562E"/>
    <w:rsid w:val="000960E4"/>
    <w:rsid w:val="000A174D"/>
    <w:rsid w:val="000A1CA3"/>
    <w:rsid w:val="000A25FB"/>
    <w:rsid w:val="000A4F40"/>
    <w:rsid w:val="000A691D"/>
    <w:rsid w:val="000A7964"/>
    <w:rsid w:val="000B07D4"/>
    <w:rsid w:val="000B10CE"/>
    <w:rsid w:val="000B3256"/>
    <w:rsid w:val="000B3FE6"/>
    <w:rsid w:val="000B53F1"/>
    <w:rsid w:val="000B6058"/>
    <w:rsid w:val="000B64A2"/>
    <w:rsid w:val="000B65FE"/>
    <w:rsid w:val="000C1742"/>
    <w:rsid w:val="000C6182"/>
    <w:rsid w:val="000C70E6"/>
    <w:rsid w:val="000D1F54"/>
    <w:rsid w:val="000D38DE"/>
    <w:rsid w:val="000D69B4"/>
    <w:rsid w:val="000E208F"/>
    <w:rsid w:val="000F0CA0"/>
    <w:rsid w:val="000F1053"/>
    <w:rsid w:val="000F18C5"/>
    <w:rsid w:val="000F1AB5"/>
    <w:rsid w:val="000F5EAC"/>
    <w:rsid w:val="000F73F3"/>
    <w:rsid w:val="000F7B4E"/>
    <w:rsid w:val="000F7CDE"/>
    <w:rsid w:val="000F7F26"/>
    <w:rsid w:val="00100B96"/>
    <w:rsid w:val="00101003"/>
    <w:rsid w:val="00101004"/>
    <w:rsid w:val="00101A5B"/>
    <w:rsid w:val="0010340C"/>
    <w:rsid w:val="00103D3C"/>
    <w:rsid w:val="00104951"/>
    <w:rsid w:val="00105F32"/>
    <w:rsid w:val="00106AAB"/>
    <w:rsid w:val="00111193"/>
    <w:rsid w:val="001127D2"/>
    <w:rsid w:val="00112D3D"/>
    <w:rsid w:val="001135F5"/>
    <w:rsid w:val="001139A1"/>
    <w:rsid w:val="00113E57"/>
    <w:rsid w:val="00115172"/>
    <w:rsid w:val="00116D54"/>
    <w:rsid w:val="00117766"/>
    <w:rsid w:val="00121816"/>
    <w:rsid w:val="00121893"/>
    <w:rsid w:val="001229C7"/>
    <w:rsid w:val="00123740"/>
    <w:rsid w:val="0012672B"/>
    <w:rsid w:val="0012685A"/>
    <w:rsid w:val="00130E31"/>
    <w:rsid w:val="00134B3B"/>
    <w:rsid w:val="00134B7A"/>
    <w:rsid w:val="00136A22"/>
    <w:rsid w:val="00136EA1"/>
    <w:rsid w:val="001400F2"/>
    <w:rsid w:val="00140227"/>
    <w:rsid w:val="00145442"/>
    <w:rsid w:val="0014651E"/>
    <w:rsid w:val="0015189C"/>
    <w:rsid w:val="001543A8"/>
    <w:rsid w:val="00154509"/>
    <w:rsid w:val="0015743F"/>
    <w:rsid w:val="00157A16"/>
    <w:rsid w:val="00157B44"/>
    <w:rsid w:val="001623C4"/>
    <w:rsid w:val="001630FC"/>
    <w:rsid w:val="00163A80"/>
    <w:rsid w:val="001640D8"/>
    <w:rsid w:val="00165FF6"/>
    <w:rsid w:val="0016605B"/>
    <w:rsid w:val="0017307C"/>
    <w:rsid w:val="001740FC"/>
    <w:rsid w:val="001745E0"/>
    <w:rsid w:val="00174F7E"/>
    <w:rsid w:val="00177A5F"/>
    <w:rsid w:val="001813C4"/>
    <w:rsid w:val="00184D03"/>
    <w:rsid w:val="00185CE5"/>
    <w:rsid w:val="001903FD"/>
    <w:rsid w:val="00190DA8"/>
    <w:rsid w:val="00191144"/>
    <w:rsid w:val="00192168"/>
    <w:rsid w:val="00192310"/>
    <w:rsid w:val="00192F66"/>
    <w:rsid w:val="00193494"/>
    <w:rsid w:val="001943CD"/>
    <w:rsid w:val="00196D0E"/>
    <w:rsid w:val="0019739C"/>
    <w:rsid w:val="001A0D08"/>
    <w:rsid w:val="001A373F"/>
    <w:rsid w:val="001A39B3"/>
    <w:rsid w:val="001A4BB0"/>
    <w:rsid w:val="001A4DCE"/>
    <w:rsid w:val="001A6CAF"/>
    <w:rsid w:val="001A7AD0"/>
    <w:rsid w:val="001B0101"/>
    <w:rsid w:val="001B1B2D"/>
    <w:rsid w:val="001B1FF3"/>
    <w:rsid w:val="001B2B53"/>
    <w:rsid w:val="001B54E2"/>
    <w:rsid w:val="001B6421"/>
    <w:rsid w:val="001C25CB"/>
    <w:rsid w:val="001C2B13"/>
    <w:rsid w:val="001C3D18"/>
    <w:rsid w:val="001C52FC"/>
    <w:rsid w:val="001C6054"/>
    <w:rsid w:val="001D25CD"/>
    <w:rsid w:val="001D2755"/>
    <w:rsid w:val="001D375E"/>
    <w:rsid w:val="001D40DD"/>
    <w:rsid w:val="001D4196"/>
    <w:rsid w:val="001D4367"/>
    <w:rsid w:val="001D4B69"/>
    <w:rsid w:val="001E2AD4"/>
    <w:rsid w:val="001E3C12"/>
    <w:rsid w:val="001E56B5"/>
    <w:rsid w:val="001E596C"/>
    <w:rsid w:val="001F0EA2"/>
    <w:rsid w:val="001F1C63"/>
    <w:rsid w:val="001F2F6D"/>
    <w:rsid w:val="001F469C"/>
    <w:rsid w:val="001F4994"/>
    <w:rsid w:val="001F564E"/>
    <w:rsid w:val="001F5E9E"/>
    <w:rsid w:val="001F6636"/>
    <w:rsid w:val="00201E64"/>
    <w:rsid w:val="00202414"/>
    <w:rsid w:val="00203EE7"/>
    <w:rsid w:val="0020508B"/>
    <w:rsid w:val="00207019"/>
    <w:rsid w:val="002070CD"/>
    <w:rsid w:val="00207790"/>
    <w:rsid w:val="00210285"/>
    <w:rsid w:val="002105EF"/>
    <w:rsid w:val="00210C71"/>
    <w:rsid w:val="00211698"/>
    <w:rsid w:val="002129C0"/>
    <w:rsid w:val="00222B05"/>
    <w:rsid w:val="0022339F"/>
    <w:rsid w:val="00224EA8"/>
    <w:rsid w:val="002271EB"/>
    <w:rsid w:val="0022761A"/>
    <w:rsid w:val="002314B2"/>
    <w:rsid w:val="00231E47"/>
    <w:rsid w:val="002343D0"/>
    <w:rsid w:val="002348F9"/>
    <w:rsid w:val="0023546D"/>
    <w:rsid w:val="00235D90"/>
    <w:rsid w:val="00236138"/>
    <w:rsid w:val="00241DA6"/>
    <w:rsid w:val="002445B8"/>
    <w:rsid w:val="00245599"/>
    <w:rsid w:val="0024595D"/>
    <w:rsid w:val="00247947"/>
    <w:rsid w:val="00247C51"/>
    <w:rsid w:val="00251826"/>
    <w:rsid w:val="002529A5"/>
    <w:rsid w:val="00252F9F"/>
    <w:rsid w:val="0025438C"/>
    <w:rsid w:val="00260E15"/>
    <w:rsid w:val="00261627"/>
    <w:rsid w:val="002617D6"/>
    <w:rsid w:val="00262662"/>
    <w:rsid w:val="0026388F"/>
    <w:rsid w:val="00263A45"/>
    <w:rsid w:val="00264293"/>
    <w:rsid w:val="00267DEE"/>
    <w:rsid w:val="00270D08"/>
    <w:rsid w:val="0027378D"/>
    <w:rsid w:val="00273C76"/>
    <w:rsid w:val="002750FE"/>
    <w:rsid w:val="00277174"/>
    <w:rsid w:val="00277801"/>
    <w:rsid w:val="0028284E"/>
    <w:rsid w:val="0029324A"/>
    <w:rsid w:val="00293F87"/>
    <w:rsid w:val="00295899"/>
    <w:rsid w:val="0029657E"/>
    <w:rsid w:val="002965A7"/>
    <w:rsid w:val="00296757"/>
    <w:rsid w:val="00297E0C"/>
    <w:rsid w:val="002A0D21"/>
    <w:rsid w:val="002A2BD9"/>
    <w:rsid w:val="002A3096"/>
    <w:rsid w:val="002A4BC5"/>
    <w:rsid w:val="002B07B7"/>
    <w:rsid w:val="002B100F"/>
    <w:rsid w:val="002B1E56"/>
    <w:rsid w:val="002B31E6"/>
    <w:rsid w:val="002B3F7D"/>
    <w:rsid w:val="002B490C"/>
    <w:rsid w:val="002B4E08"/>
    <w:rsid w:val="002B6CF6"/>
    <w:rsid w:val="002B77F3"/>
    <w:rsid w:val="002B7F28"/>
    <w:rsid w:val="002C0C4E"/>
    <w:rsid w:val="002C1616"/>
    <w:rsid w:val="002C273F"/>
    <w:rsid w:val="002C3C99"/>
    <w:rsid w:val="002C4649"/>
    <w:rsid w:val="002C4A28"/>
    <w:rsid w:val="002C4EA8"/>
    <w:rsid w:val="002C516E"/>
    <w:rsid w:val="002C5699"/>
    <w:rsid w:val="002C6586"/>
    <w:rsid w:val="002D184C"/>
    <w:rsid w:val="002D43B4"/>
    <w:rsid w:val="002D5FAF"/>
    <w:rsid w:val="002D7AB3"/>
    <w:rsid w:val="002E18BC"/>
    <w:rsid w:val="002E304E"/>
    <w:rsid w:val="002E4282"/>
    <w:rsid w:val="002E6457"/>
    <w:rsid w:val="002E7282"/>
    <w:rsid w:val="002F10D5"/>
    <w:rsid w:val="002F2714"/>
    <w:rsid w:val="002F3192"/>
    <w:rsid w:val="002F322F"/>
    <w:rsid w:val="002F34BA"/>
    <w:rsid w:val="00300536"/>
    <w:rsid w:val="003025B3"/>
    <w:rsid w:val="00302EA0"/>
    <w:rsid w:val="00303028"/>
    <w:rsid w:val="0030335D"/>
    <w:rsid w:val="00305B1F"/>
    <w:rsid w:val="003101EE"/>
    <w:rsid w:val="00311BEA"/>
    <w:rsid w:val="00311E8D"/>
    <w:rsid w:val="003133D8"/>
    <w:rsid w:val="00313F4D"/>
    <w:rsid w:val="00315C77"/>
    <w:rsid w:val="0032135A"/>
    <w:rsid w:val="00321B86"/>
    <w:rsid w:val="0032359D"/>
    <w:rsid w:val="00324F97"/>
    <w:rsid w:val="00325B27"/>
    <w:rsid w:val="003263E8"/>
    <w:rsid w:val="00327AAA"/>
    <w:rsid w:val="003303DB"/>
    <w:rsid w:val="00330A40"/>
    <w:rsid w:val="00332A32"/>
    <w:rsid w:val="00334D40"/>
    <w:rsid w:val="003364CF"/>
    <w:rsid w:val="0033732B"/>
    <w:rsid w:val="00337EA1"/>
    <w:rsid w:val="003420E6"/>
    <w:rsid w:val="00342AD5"/>
    <w:rsid w:val="00343B54"/>
    <w:rsid w:val="00345752"/>
    <w:rsid w:val="00346492"/>
    <w:rsid w:val="00347F39"/>
    <w:rsid w:val="003523C7"/>
    <w:rsid w:val="00352C44"/>
    <w:rsid w:val="0035564A"/>
    <w:rsid w:val="003608B2"/>
    <w:rsid w:val="00361099"/>
    <w:rsid w:val="0036117B"/>
    <w:rsid w:val="00365084"/>
    <w:rsid w:val="00365C2C"/>
    <w:rsid w:val="00365F21"/>
    <w:rsid w:val="00365FD2"/>
    <w:rsid w:val="0036668D"/>
    <w:rsid w:val="0037091F"/>
    <w:rsid w:val="0037109F"/>
    <w:rsid w:val="00372E62"/>
    <w:rsid w:val="0037368A"/>
    <w:rsid w:val="003736CE"/>
    <w:rsid w:val="00376C55"/>
    <w:rsid w:val="003774B3"/>
    <w:rsid w:val="00383F75"/>
    <w:rsid w:val="003842DC"/>
    <w:rsid w:val="0038484D"/>
    <w:rsid w:val="00384F64"/>
    <w:rsid w:val="00385235"/>
    <w:rsid w:val="00385926"/>
    <w:rsid w:val="00385C81"/>
    <w:rsid w:val="0038743C"/>
    <w:rsid w:val="00390D47"/>
    <w:rsid w:val="00391745"/>
    <w:rsid w:val="00392596"/>
    <w:rsid w:val="0039264B"/>
    <w:rsid w:val="00392902"/>
    <w:rsid w:val="00395736"/>
    <w:rsid w:val="003960E2"/>
    <w:rsid w:val="00396190"/>
    <w:rsid w:val="00396304"/>
    <w:rsid w:val="003964F9"/>
    <w:rsid w:val="00397A43"/>
    <w:rsid w:val="00397C7E"/>
    <w:rsid w:val="003A0A71"/>
    <w:rsid w:val="003A1F08"/>
    <w:rsid w:val="003A2322"/>
    <w:rsid w:val="003A4225"/>
    <w:rsid w:val="003A5017"/>
    <w:rsid w:val="003A748E"/>
    <w:rsid w:val="003B0D6A"/>
    <w:rsid w:val="003B19B3"/>
    <w:rsid w:val="003B20CA"/>
    <w:rsid w:val="003B7214"/>
    <w:rsid w:val="003C057B"/>
    <w:rsid w:val="003C0F34"/>
    <w:rsid w:val="003C11ED"/>
    <w:rsid w:val="003C3B08"/>
    <w:rsid w:val="003C3BBC"/>
    <w:rsid w:val="003C3C03"/>
    <w:rsid w:val="003C444B"/>
    <w:rsid w:val="003C4EE8"/>
    <w:rsid w:val="003C7661"/>
    <w:rsid w:val="003C7A67"/>
    <w:rsid w:val="003C7B12"/>
    <w:rsid w:val="003D07DE"/>
    <w:rsid w:val="003D1045"/>
    <w:rsid w:val="003D3F2C"/>
    <w:rsid w:val="003D4600"/>
    <w:rsid w:val="003D54D5"/>
    <w:rsid w:val="003E120F"/>
    <w:rsid w:val="003E1DD0"/>
    <w:rsid w:val="003E1E19"/>
    <w:rsid w:val="003E3141"/>
    <w:rsid w:val="003E369D"/>
    <w:rsid w:val="003E4696"/>
    <w:rsid w:val="003E5C55"/>
    <w:rsid w:val="003E6D4C"/>
    <w:rsid w:val="003E72BD"/>
    <w:rsid w:val="003E750A"/>
    <w:rsid w:val="003E7604"/>
    <w:rsid w:val="003E7801"/>
    <w:rsid w:val="003E78C3"/>
    <w:rsid w:val="003F1AC4"/>
    <w:rsid w:val="003F2296"/>
    <w:rsid w:val="003F3551"/>
    <w:rsid w:val="003F3F4C"/>
    <w:rsid w:val="003F4113"/>
    <w:rsid w:val="00401EAD"/>
    <w:rsid w:val="00402652"/>
    <w:rsid w:val="00402B97"/>
    <w:rsid w:val="00402F95"/>
    <w:rsid w:val="00403809"/>
    <w:rsid w:val="00404013"/>
    <w:rsid w:val="0040573F"/>
    <w:rsid w:val="0040665C"/>
    <w:rsid w:val="00406A0A"/>
    <w:rsid w:val="00410C54"/>
    <w:rsid w:val="004118DC"/>
    <w:rsid w:val="004150A3"/>
    <w:rsid w:val="00417DA8"/>
    <w:rsid w:val="004203CA"/>
    <w:rsid w:val="00423646"/>
    <w:rsid w:val="004242B8"/>
    <w:rsid w:val="0042460B"/>
    <w:rsid w:val="00425A48"/>
    <w:rsid w:val="00425C28"/>
    <w:rsid w:val="00426951"/>
    <w:rsid w:val="00427D8B"/>
    <w:rsid w:val="00430375"/>
    <w:rsid w:val="00434314"/>
    <w:rsid w:val="0043450F"/>
    <w:rsid w:val="00435C45"/>
    <w:rsid w:val="004361BF"/>
    <w:rsid w:val="00436FDC"/>
    <w:rsid w:val="00442AAB"/>
    <w:rsid w:val="00442C4A"/>
    <w:rsid w:val="0044301A"/>
    <w:rsid w:val="00443659"/>
    <w:rsid w:val="00443A58"/>
    <w:rsid w:val="0044677F"/>
    <w:rsid w:val="00446F49"/>
    <w:rsid w:val="00447357"/>
    <w:rsid w:val="00447620"/>
    <w:rsid w:val="00447816"/>
    <w:rsid w:val="0045067A"/>
    <w:rsid w:val="00451C20"/>
    <w:rsid w:val="00452ACA"/>
    <w:rsid w:val="004537A3"/>
    <w:rsid w:val="00455872"/>
    <w:rsid w:val="00455FD7"/>
    <w:rsid w:val="00463849"/>
    <w:rsid w:val="00463CD5"/>
    <w:rsid w:val="004644D2"/>
    <w:rsid w:val="004650BF"/>
    <w:rsid w:val="00467325"/>
    <w:rsid w:val="004701BE"/>
    <w:rsid w:val="004705EA"/>
    <w:rsid w:val="00473C20"/>
    <w:rsid w:val="00476D5A"/>
    <w:rsid w:val="00477A82"/>
    <w:rsid w:val="0048002F"/>
    <w:rsid w:val="004801FF"/>
    <w:rsid w:val="00481EF5"/>
    <w:rsid w:val="00483BB6"/>
    <w:rsid w:val="00484F7A"/>
    <w:rsid w:val="00486357"/>
    <w:rsid w:val="00486748"/>
    <w:rsid w:val="004945DE"/>
    <w:rsid w:val="004951AC"/>
    <w:rsid w:val="0049602C"/>
    <w:rsid w:val="00496FD3"/>
    <w:rsid w:val="004976AF"/>
    <w:rsid w:val="00497AA2"/>
    <w:rsid w:val="00497C32"/>
    <w:rsid w:val="004A063A"/>
    <w:rsid w:val="004A0E74"/>
    <w:rsid w:val="004A1A60"/>
    <w:rsid w:val="004A4CF8"/>
    <w:rsid w:val="004A517F"/>
    <w:rsid w:val="004B1334"/>
    <w:rsid w:val="004B34C3"/>
    <w:rsid w:val="004B3AF5"/>
    <w:rsid w:val="004B4D69"/>
    <w:rsid w:val="004C1DC9"/>
    <w:rsid w:val="004C6885"/>
    <w:rsid w:val="004C76E1"/>
    <w:rsid w:val="004C7E6A"/>
    <w:rsid w:val="004D0871"/>
    <w:rsid w:val="004D4B54"/>
    <w:rsid w:val="004D737A"/>
    <w:rsid w:val="004E0D14"/>
    <w:rsid w:val="004E22AB"/>
    <w:rsid w:val="004E28B3"/>
    <w:rsid w:val="004E2AE4"/>
    <w:rsid w:val="004E502B"/>
    <w:rsid w:val="004E61B7"/>
    <w:rsid w:val="004E691E"/>
    <w:rsid w:val="004E7C98"/>
    <w:rsid w:val="004F0AD0"/>
    <w:rsid w:val="004F0CAA"/>
    <w:rsid w:val="004F1BB7"/>
    <w:rsid w:val="004F1E91"/>
    <w:rsid w:val="004F26E9"/>
    <w:rsid w:val="004F3034"/>
    <w:rsid w:val="004F32F1"/>
    <w:rsid w:val="004F3D23"/>
    <w:rsid w:val="004F40CC"/>
    <w:rsid w:val="004F4920"/>
    <w:rsid w:val="004F63E8"/>
    <w:rsid w:val="004F7C58"/>
    <w:rsid w:val="00500A68"/>
    <w:rsid w:val="00500D84"/>
    <w:rsid w:val="0050306A"/>
    <w:rsid w:val="0050369B"/>
    <w:rsid w:val="00503D7C"/>
    <w:rsid w:val="005047F5"/>
    <w:rsid w:val="00506D99"/>
    <w:rsid w:val="0050783B"/>
    <w:rsid w:val="00507EAB"/>
    <w:rsid w:val="0051059E"/>
    <w:rsid w:val="00510C8A"/>
    <w:rsid w:val="00512900"/>
    <w:rsid w:val="00512F1E"/>
    <w:rsid w:val="0051548D"/>
    <w:rsid w:val="00515737"/>
    <w:rsid w:val="005158A9"/>
    <w:rsid w:val="005171CD"/>
    <w:rsid w:val="005208F5"/>
    <w:rsid w:val="00520B9F"/>
    <w:rsid w:val="00521A12"/>
    <w:rsid w:val="00522A9A"/>
    <w:rsid w:val="005238EB"/>
    <w:rsid w:val="0052439B"/>
    <w:rsid w:val="005244B0"/>
    <w:rsid w:val="00524692"/>
    <w:rsid w:val="005246D8"/>
    <w:rsid w:val="00524F57"/>
    <w:rsid w:val="005258ED"/>
    <w:rsid w:val="00525B95"/>
    <w:rsid w:val="00525BA3"/>
    <w:rsid w:val="00526181"/>
    <w:rsid w:val="0052654E"/>
    <w:rsid w:val="0053099C"/>
    <w:rsid w:val="0053276A"/>
    <w:rsid w:val="005348DB"/>
    <w:rsid w:val="00535B5E"/>
    <w:rsid w:val="00536181"/>
    <w:rsid w:val="00536801"/>
    <w:rsid w:val="00536B79"/>
    <w:rsid w:val="005373B5"/>
    <w:rsid w:val="00537565"/>
    <w:rsid w:val="00541808"/>
    <w:rsid w:val="00541BFA"/>
    <w:rsid w:val="00541C6F"/>
    <w:rsid w:val="00542DFF"/>
    <w:rsid w:val="0054383C"/>
    <w:rsid w:val="0054605C"/>
    <w:rsid w:val="00547AB9"/>
    <w:rsid w:val="00547E4D"/>
    <w:rsid w:val="00551042"/>
    <w:rsid w:val="005542C8"/>
    <w:rsid w:val="00555949"/>
    <w:rsid w:val="00556057"/>
    <w:rsid w:val="0055656E"/>
    <w:rsid w:val="00556984"/>
    <w:rsid w:val="00556E0C"/>
    <w:rsid w:val="005570E6"/>
    <w:rsid w:val="00557BD4"/>
    <w:rsid w:val="00560C5A"/>
    <w:rsid w:val="00561896"/>
    <w:rsid w:val="005623E9"/>
    <w:rsid w:val="005639DC"/>
    <w:rsid w:val="0056651D"/>
    <w:rsid w:val="00570014"/>
    <w:rsid w:val="0057171A"/>
    <w:rsid w:val="005751E5"/>
    <w:rsid w:val="00576081"/>
    <w:rsid w:val="005766F6"/>
    <w:rsid w:val="00577EEA"/>
    <w:rsid w:val="00580F5D"/>
    <w:rsid w:val="00585B1A"/>
    <w:rsid w:val="00586070"/>
    <w:rsid w:val="005870C5"/>
    <w:rsid w:val="00590719"/>
    <w:rsid w:val="00590741"/>
    <w:rsid w:val="00590FEB"/>
    <w:rsid w:val="0059170A"/>
    <w:rsid w:val="00592517"/>
    <w:rsid w:val="0059306A"/>
    <w:rsid w:val="00595C9F"/>
    <w:rsid w:val="00595D7C"/>
    <w:rsid w:val="00596DFA"/>
    <w:rsid w:val="00597F63"/>
    <w:rsid w:val="005A0441"/>
    <w:rsid w:val="005A1046"/>
    <w:rsid w:val="005A1EAA"/>
    <w:rsid w:val="005A2E51"/>
    <w:rsid w:val="005A50A0"/>
    <w:rsid w:val="005A5E47"/>
    <w:rsid w:val="005B0CE1"/>
    <w:rsid w:val="005B1360"/>
    <w:rsid w:val="005B2075"/>
    <w:rsid w:val="005B20AA"/>
    <w:rsid w:val="005B322A"/>
    <w:rsid w:val="005B53C7"/>
    <w:rsid w:val="005B68C2"/>
    <w:rsid w:val="005B7AD6"/>
    <w:rsid w:val="005B7FBF"/>
    <w:rsid w:val="005C039B"/>
    <w:rsid w:val="005C0A15"/>
    <w:rsid w:val="005C0E1B"/>
    <w:rsid w:val="005C2528"/>
    <w:rsid w:val="005C2E65"/>
    <w:rsid w:val="005C44E9"/>
    <w:rsid w:val="005C5154"/>
    <w:rsid w:val="005C52AC"/>
    <w:rsid w:val="005C5877"/>
    <w:rsid w:val="005C644F"/>
    <w:rsid w:val="005C6E68"/>
    <w:rsid w:val="005C7EC3"/>
    <w:rsid w:val="005D031F"/>
    <w:rsid w:val="005D4AA8"/>
    <w:rsid w:val="005D4E04"/>
    <w:rsid w:val="005D5888"/>
    <w:rsid w:val="005D5D5D"/>
    <w:rsid w:val="005D605F"/>
    <w:rsid w:val="005E3B4F"/>
    <w:rsid w:val="005E4D01"/>
    <w:rsid w:val="005E673A"/>
    <w:rsid w:val="005E71DD"/>
    <w:rsid w:val="005E741D"/>
    <w:rsid w:val="005F0548"/>
    <w:rsid w:val="005F0CEF"/>
    <w:rsid w:val="005F213B"/>
    <w:rsid w:val="005F273A"/>
    <w:rsid w:val="005F299F"/>
    <w:rsid w:val="005F3694"/>
    <w:rsid w:val="005F5F41"/>
    <w:rsid w:val="005F6C5E"/>
    <w:rsid w:val="005F7383"/>
    <w:rsid w:val="00600D0E"/>
    <w:rsid w:val="006011D6"/>
    <w:rsid w:val="0060220F"/>
    <w:rsid w:val="0060449B"/>
    <w:rsid w:val="00604DEE"/>
    <w:rsid w:val="006052DE"/>
    <w:rsid w:val="0060539E"/>
    <w:rsid w:val="00606848"/>
    <w:rsid w:val="0060705A"/>
    <w:rsid w:val="006102FF"/>
    <w:rsid w:val="00610B0D"/>
    <w:rsid w:val="006117C5"/>
    <w:rsid w:val="006119B7"/>
    <w:rsid w:val="006219FB"/>
    <w:rsid w:val="006227E7"/>
    <w:rsid w:val="00622EAC"/>
    <w:rsid w:val="00623447"/>
    <w:rsid w:val="00623A28"/>
    <w:rsid w:val="00623C63"/>
    <w:rsid w:val="00624955"/>
    <w:rsid w:val="00625181"/>
    <w:rsid w:val="00630DDD"/>
    <w:rsid w:val="00631029"/>
    <w:rsid w:val="00631132"/>
    <w:rsid w:val="0063137D"/>
    <w:rsid w:val="006369DE"/>
    <w:rsid w:val="00636FFF"/>
    <w:rsid w:val="00637621"/>
    <w:rsid w:val="0063784F"/>
    <w:rsid w:val="00637E0C"/>
    <w:rsid w:val="00643FB4"/>
    <w:rsid w:val="00644A00"/>
    <w:rsid w:val="00644A92"/>
    <w:rsid w:val="006452DA"/>
    <w:rsid w:val="00645680"/>
    <w:rsid w:val="00645CC8"/>
    <w:rsid w:val="006466BC"/>
    <w:rsid w:val="00646EC6"/>
    <w:rsid w:val="006473DD"/>
    <w:rsid w:val="00647841"/>
    <w:rsid w:val="00651AA7"/>
    <w:rsid w:val="00651C22"/>
    <w:rsid w:val="00653CE4"/>
    <w:rsid w:val="00653DD8"/>
    <w:rsid w:val="006545E1"/>
    <w:rsid w:val="00655F64"/>
    <w:rsid w:val="00656C01"/>
    <w:rsid w:val="00657AE9"/>
    <w:rsid w:val="006618B7"/>
    <w:rsid w:val="00661AD7"/>
    <w:rsid w:val="00663129"/>
    <w:rsid w:val="00664756"/>
    <w:rsid w:val="00665C36"/>
    <w:rsid w:val="0066647A"/>
    <w:rsid w:val="00670DB0"/>
    <w:rsid w:val="00670F5E"/>
    <w:rsid w:val="00670FAB"/>
    <w:rsid w:val="00671804"/>
    <w:rsid w:val="0067292B"/>
    <w:rsid w:val="0067292E"/>
    <w:rsid w:val="00673607"/>
    <w:rsid w:val="006736C7"/>
    <w:rsid w:val="0067370A"/>
    <w:rsid w:val="006738FD"/>
    <w:rsid w:val="006741BE"/>
    <w:rsid w:val="0067560D"/>
    <w:rsid w:val="006767BF"/>
    <w:rsid w:val="00676AF4"/>
    <w:rsid w:val="00677947"/>
    <w:rsid w:val="00680079"/>
    <w:rsid w:val="00680316"/>
    <w:rsid w:val="00680DA0"/>
    <w:rsid w:val="006815E7"/>
    <w:rsid w:val="006820C2"/>
    <w:rsid w:val="006821BB"/>
    <w:rsid w:val="006827D2"/>
    <w:rsid w:val="006853BD"/>
    <w:rsid w:val="006871F8"/>
    <w:rsid w:val="006877D2"/>
    <w:rsid w:val="00692E77"/>
    <w:rsid w:val="00693D46"/>
    <w:rsid w:val="00694665"/>
    <w:rsid w:val="00694EBB"/>
    <w:rsid w:val="00695444"/>
    <w:rsid w:val="006956B0"/>
    <w:rsid w:val="006963AE"/>
    <w:rsid w:val="0069771D"/>
    <w:rsid w:val="00697A90"/>
    <w:rsid w:val="00697F15"/>
    <w:rsid w:val="006A0BC6"/>
    <w:rsid w:val="006A0DDF"/>
    <w:rsid w:val="006A22AC"/>
    <w:rsid w:val="006A34DA"/>
    <w:rsid w:val="006A37C9"/>
    <w:rsid w:val="006A5114"/>
    <w:rsid w:val="006A6C69"/>
    <w:rsid w:val="006A7C4E"/>
    <w:rsid w:val="006B034F"/>
    <w:rsid w:val="006B0DA5"/>
    <w:rsid w:val="006B12F9"/>
    <w:rsid w:val="006B2D7A"/>
    <w:rsid w:val="006B31BA"/>
    <w:rsid w:val="006B33D2"/>
    <w:rsid w:val="006C10EE"/>
    <w:rsid w:val="006C262B"/>
    <w:rsid w:val="006C3AFB"/>
    <w:rsid w:val="006C48AB"/>
    <w:rsid w:val="006C7082"/>
    <w:rsid w:val="006C78FB"/>
    <w:rsid w:val="006D281C"/>
    <w:rsid w:val="006D374C"/>
    <w:rsid w:val="006D5130"/>
    <w:rsid w:val="006D6F3A"/>
    <w:rsid w:val="006D74C9"/>
    <w:rsid w:val="006E1048"/>
    <w:rsid w:val="006E1B6A"/>
    <w:rsid w:val="006E4C23"/>
    <w:rsid w:val="006E5F1D"/>
    <w:rsid w:val="006E6DA7"/>
    <w:rsid w:val="006E6E84"/>
    <w:rsid w:val="006E7702"/>
    <w:rsid w:val="006F0E62"/>
    <w:rsid w:val="006F15AE"/>
    <w:rsid w:val="006F471F"/>
    <w:rsid w:val="006F4E19"/>
    <w:rsid w:val="006F6A95"/>
    <w:rsid w:val="006F7824"/>
    <w:rsid w:val="00701AC3"/>
    <w:rsid w:val="00702700"/>
    <w:rsid w:val="00703685"/>
    <w:rsid w:val="00705F85"/>
    <w:rsid w:val="007066B0"/>
    <w:rsid w:val="007077AC"/>
    <w:rsid w:val="007106D7"/>
    <w:rsid w:val="007119F9"/>
    <w:rsid w:val="007122C2"/>
    <w:rsid w:val="00712D79"/>
    <w:rsid w:val="0071514B"/>
    <w:rsid w:val="00717932"/>
    <w:rsid w:val="00723F3B"/>
    <w:rsid w:val="007243FC"/>
    <w:rsid w:val="00726C34"/>
    <w:rsid w:val="007300C3"/>
    <w:rsid w:val="0073064B"/>
    <w:rsid w:val="007315D0"/>
    <w:rsid w:val="00732145"/>
    <w:rsid w:val="00732CBF"/>
    <w:rsid w:val="00734514"/>
    <w:rsid w:val="00735943"/>
    <w:rsid w:val="007364EB"/>
    <w:rsid w:val="00736733"/>
    <w:rsid w:val="007370DB"/>
    <w:rsid w:val="007430A6"/>
    <w:rsid w:val="007444BC"/>
    <w:rsid w:val="00744D29"/>
    <w:rsid w:val="00744F89"/>
    <w:rsid w:val="007454C3"/>
    <w:rsid w:val="007463A4"/>
    <w:rsid w:val="00746EEA"/>
    <w:rsid w:val="00746F09"/>
    <w:rsid w:val="0074722E"/>
    <w:rsid w:val="007501CA"/>
    <w:rsid w:val="0075224C"/>
    <w:rsid w:val="007561F6"/>
    <w:rsid w:val="0075667B"/>
    <w:rsid w:val="00760024"/>
    <w:rsid w:val="007614F2"/>
    <w:rsid w:val="007628D6"/>
    <w:rsid w:val="0076392E"/>
    <w:rsid w:val="0076575B"/>
    <w:rsid w:val="00767882"/>
    <w:rsid w:val="00771E00"/>
    <w:rsid w:val="007736FE"/>
    <w:rsid w:val="007738D3"/>
    <w:rsid w:val="00775856"/>
    <w:rsid w:val="00775D35"/>
    <w:rsid w:val="007772FD"/>
    <w:rsid w:val="00782426"/>
    <w:rsid w:val="0078287F"/>
    <w:rsid w:val="007843E8"/>
    <w:rsid w:val="00785121"/>
    <w:rsid w:val="00785648"/>
    <w:rsid w:val="0078627B"/>
    <w:rsid w:val="0078642A"/>
    <w:rsid w:val="007866F6"/>
    <w:rsid w:val="00786C6D"/>
    <w:rsid w:val="007870A7"/>
    <w:rsid w:val="007926FC"/>
    <w:rsid w:val="00793EEF"/>
    <w:rsid w:val="00794390"/>
    <w:rsid w:val="0079767B"/>
    <w:rsid w:val="007A13BA"/>
    <w:rsid w:val="007A370B"/>
    <w:rsid w:val="007A5103"/>
    <w:rsid w:val="007A66B9"/>
    <w:rsid w:val="007B061E"/>
    <w:rsid w:val="007B077C"/>
    <w:rsid w:val="007B0A7F"/>
    <w:rsid w:val="007B0E23"/>
    <w:rsid w:val="007B1E09"/>
    <w:rsid w:val="007B2474"/>
    <w:rsid w:val="007B30F5"/>
    <w:rsid w:val="007B4E42"/>
    <w:rsid w:val="007B5499"/>
    <w:rsid w:val="007B5828"/>
    <w:rsid w:val="007C410C"/>
    <w:rsid w:val="007C43FF"/>
    <w:rsid w:val="007C5F1C"/>
    <w:rsid w:val="007C60A8"/>
    <w:rsid w:val="007C6D71"/>
    <w:rsid w:val="007D02B9"/>
    <w:rsid w:val="007D0FB4"/>
    <w:rsid w:val="007D3766"/>
    <w:rsid w:val="007D37B5"/>
    <w:rsid w:val="007D57B7"/>
    <w:rsid w:val="007E073A"/>
    <w:rsid w:val="007E1D3D"/>
    <w:rsid w:val="007E46A1"/>
    <w:rsid w:val="007E4B6B"/>
    <w:rsid w:val="007E6C87"/>
    <w:rsid w:val="007E7E5E"/>
    <w:rsid w:val="007F0F48"/>
    <w:rsid w:val="007F10B7"/>
    <w:rsid w:val="007F272A"/>
    <w:rsid w:val="007F2FD0"/>
    <w:rsid w:val="007F3846"/>
    <w:rsid w:val="008010B2"/>
    <w:rsid w:val="00801A8F"/>
    <w:rsid w:val="00802049"/>
    <w:rsid w:val="0080251F"/>
    <w:rsid w:val="008025DE"/>
    <w:rsid w:val="00802AC3"/>
    <w:rsid w:val="00804AC7"/>
    <w:rsid w:val="008074CF"/>
    <w:rsid w:val="00810239"/>
    <w:rsid w:val="008113A2"/>
    <w:rsid w:val="008127E6"/>
    <w:rsid w:val="0081421E"/>
    <w:rsid w:val="008142AF"/>
    <w:rsid w:val="00816DF7"/>
    <w:rsid w:val="00820CF7"/>
    <w:rsid w:val="0082214D"/>
    <w:rsid w:val="008228C8"/>
    <w:rsid w:val="00824AD9"/>
    <w:rsid w:val="00825B58"/>
    <w:rsid w:val="00827158"/>
    <w:rsid w:val="00827731"/>
    <w:rsid w:val="00827CA0"/>
    <w:rsid w:val="00827D8E"/>
    <w:rsid w:val="00830A11"/>
    <w:rsid w:val="00830AD8"/>
    <w:rsid w:val="0083631B"/>
    <w:rsid w:val="00836635"/>
    <w:rsid w:val="0083792D"/>
    <w:rsid w:val="0084068B"/>
    <w:rsid w:val="00840C86"/>
    <w:rsid w:val="008416B7"/>
    <w:rsid w:val="0084216B"/>
    <w:rsid w:val="00842AB2"/>
    <w:rsid w:val="00843310"/>
    <w:rsid w:val="008446AB"/>
    <w:rsid w:val="00844A6B"/>
    <w:rsid w:val="00844AEA"/>
    <w:rsid w:val="00846809"/>
    <w:rsid w:val="00846963"/>
    <w:rsid w:val="00846C64"/>
    <w:rsid w:val="0084718D"/>
    <w:rsid w:val="008471C5"/>
    <w:rsid w:val="008474C3"/>
    <w:rsid w:val="0085135F"/>
    <w:rsid w:val="00851E21"/>
    <w:rsid w:val="008536D0"/>
    <w:rsid w:val="008537C3"/>
    <w:rsid w:val="00854EC3"/>
    <w:rsid w:val="00855BCE"/>
    <w:rsid w:val="00861799"/>
    <w:rsid w:val="00861F7B"/>
    <w:rsid w:val="008657A9"/>
    <w:rsid w:val="00865CDB"/>
    <w:rsid w:val="00865ED5"/>
    <w:rsid w:val="008667C8"/>
    <w:rsid w:val="0087068E"/>
    <w:rsid w:val="00871D63"/>
    <w:rsid w:val="0087292D"/>
    <w:rsid w:val="00875A93"/>
    <w:rsid w:val="00876AC0"/>
    <w:rsid w:val="00877305"/>
    <w:rsid w:val="0087762E"/>
    <w:rsid w:val="00877EDA"/>
    <w:rsid w:val="00880AF4"/>
    <w:rsid w:val="00880EBC"/>
    <w:rsid w:val="008816A0"/>
    <w:rsid w:val="0088177C"/>
    <w:rsid w:val="00881EF7"/>
    <w:rsid w:val="00883150"/>
    <w:rsid w:val="008866A6"/>
    <w:rsid w:val="00886DD1"/>
    <w:rsid w:val="0088702C"/>
    <w:rsid w:val="00887406"/>
    <w:rsid w:val="008875FF"/>
    <w:rsid w:val="00887DB8"/>
    <w:rsid w:val="00890FAC"/>
    <w:rsid w:val="00891607"/>
    <w:rsid w:val="008937E9"/>
    <w:rsid w:val="008A0FA7"/>
    <w:rsid w:val="008A1150"/>
    <w:rsid w:val="008A1932"/>
    <w:rsid w:val="008A1E55"/>
    <w:rsid w:val="008A2018"/>
    <w:rsid w:val="008A2733"/>
    <w:rsid w:val="008A3070"/>
    <w:rsid w:val="008A3787"/>
    <w:rsid w:val="008A3C3B"/>
    <w:rsid w:val="008A42BC"/>
    <w:rsid w:val="008A516F"/>
    <w:rsid w:val="008A57A2"/>
    <w:rsid w:val="008A583A"/>
    <w:rsid w:val="008A5AA4"/>
    <w:rsid w:val="008A612D"/>
    <w:rsid w:val="008A7970"/>
    <w:rsid w:val="008B0D01"/>
    <w:rsid w:val="008B0E8B"/>
    <w:rsid w:val="008B2A5F"/>
    <w:rsid w:val="008B385F"/>
    <w:rsid w:val="008B3CEE"/>
    <w:rsid w:val="008B4269"/>
    <w:rsid w:val="008B6F17"/>
    <w:rsid w:val="008C031F"/>
    <w:rsid w:val="008C0AE5"/>
    <w:rsid w:val="008C17C1"/>
    <w:rsid w:val="008C2CFE"/>
    <w:rsid w:val="008C3947"/>
    <w:rsid w:val="008C3E7C"/>
    <w:rsid w:val="008C572A"/>
    <w:rsid w:val="008C5F21"/>
    <w:rsid w:val="008C7591"/>
    <w:rsid w:val="008D1474"/>
    <w:rsid w:val="008D1FAF"/>
    <w:rsid w:val="008D23A1"/>
    <w:rsid w:val="008D28CF"/>
    <w:rsid w:val="008D4546"/>
    <w:rsid w:val="008D4A6F"/>
    <w:rsid w:val="008D4CCA"/>
    <w:rsid w:val="008D5B0F"/>
    <w:rsid w:val="008D5C86"/>
    <w:rsid w:val="008D68FE"/>
    <w:rsid w:val="008E08D9"/>
    <w:rsid w:val="008E14E6"/>
    <w:rsid w:val="008E1DA3"/>
    <w:rsid w:val="008E1DEF"/>
    <w:rsid w:val="008F0929"/>
    <w:rsid w:val="008F16F9"/>
    <w:rsid w:val="008F3034"/>
    <w:rsid w:val="008F3A0F"/>
    <w:rsid w:val="008F578F"/>
    <w:rsid w:val="008F7304"/>
    <w:rsid w:val="008F79FA"/>
    <w:rsid w:val="008F7DA9"/>
    <w:rsid w:val="009000A1"/>
    <w:rsid w:val="00900192"/>
    <w:rsid w:val="0090160C"/>
    <w:rsid w:val="009016B6"/>
    <w:rsid w:val="009026A1"/>
    <w:rsid w:val="00903F8E"/>
    <w:rsid w:val="0090420C"/>
    <w:rsid w:val="0090485E"/>
    <w:rsid w:val="00905C20"/>
    <w:rsid w:val="00907DBC"/>
    <w:rsid w:val="00910224"/>
    <w:rsid w:val="00910D7D"/>
    <w:rsid w:val="0091148C"/>
    <w:rsid w:val="009134CC"/>
    <w:rsid w:val="009162C8"/>
    <w:rsid w:val="009163AC"/>
    <w:rsid w:val="00916580"/>
    <w:rsid w:val="00920700"/>
    <w:rsid w:val="0092088E"/>
    <w:rsid w:val="00920BFE"/>
    <w:rsid w:val="00922411"/>
    <w:rsid w:val="00922506"/>
    <w:rsid w:val="00922FA1"/>
    <w:rsid w:val="00925FD2"/>
    <w:rsid w:val="00926815"/>
    <w:rsid w:val="00926E62"/>
    <w:rsid w:val="0093268F"/>
    <w:rsid w:val="009330C3"/>
    <w:rsid w:val="00933189"/>
    <w:rsid w:val="00934DE0"/>
    <w:rsid w:val="00935382"/>
    <w:rsid w:val="009358E0"/>
    <w:rsid w:val="00935E0B"/>
    <w:rsid w:val="00937AB7"/>
    <w:rsid w:val="0094039C"/>
    <w:rsid w:val="009403EF"/>
    <w:rsid w:val="009413B8"/>
    <w:rsid w:val="00941C35"/>
    <w:rsid w:val="00941E3C"/>
    <w:rsid w:val="0094241D"/>
    <w:rsid w:val="009445A5"/>
    <w:rsid w:val="00944D0B"/>
    <w:rsid w:val="009469E0"/>
    <w:rsid w:val="00946A94"/>
    <w:rsid w:val="00950701"/>
    <w:rsid w:val="009512E7"/>
    <w:rsid w:val="00951E08"/>
    <w:rsid w:val="009520A0"/>
    <w:rsid w:val="0095218D"/>
    <w:rsid w:val="009528AA"/>
    <w:rsid w:val="0095339A"/>
    <w:rsid w:val="0095355C"/>
    <w:rsid w:val="00955B5F"/>
    <w:rsid w:val="00961848"/>
    <w:rsid w:val="0096217B"/>
    <w:rsid w:val="00962C48"/>
    <w:rsid w:val="0096389C"/>
    <w:rsid w:val="00964BA7"/>
    <w:rsid w:val="009656F9"/>
    <w:rsid w:val="009664DA"/>
    <w:rsid w:val="00966C4F"/>
    <w:rsid w:val="00972333"/>
    <w:rsid w:val="009742B2"/>
    <w:rsid w:val="009747DF"/>
    <w:rsid w:val="0097542A"/>
    <w:rsid w:val="00976B31"/>
    <w:rsid w:val="0098502B"/>
    <w:rsid w:val="0098557A"/>
    <w:rsid w:val="009866E6"/>
    <w:rsid w:val="00990DF9"/>
    <w:rsid w:val="00992A98"/>
    <w:rsid w:val="009935EF"/>
    <w:rsid w:val="009935F1"/>
    <w:rsid w:val="00994F34"/>
    <w:rsid w:val="00995412"/>
    <w:rsid w:val="00995B1D"/>
    <w:rsid w:val="00997928"/>
    <w:rsid w:val="009A2F59"/>
    <w:rsid w:val="009A3AE5"/>
    <w:rsid w:val="009A4B87"/>
    <w:rsid w:val="009A4C61"/>
    <w:rsid w:val="009B0071"/>
    <w:rsid w:val="009B2F31"/>
    <w:rsid w:val="009B3298"/>
    <w:rsid w:val="009B3C71"/>
    <w:rsid w:val="009B4857"/>
    <w:rsid w:val="009B4934"/>
    <w:rsid w:val="009B559F"/>
    <w:rsid w:val="009B59F4"/>
    <w:rsid w:val="009B71C6"/>
    <w:rsid w:val="009C0557"/>
    <w:rsid w:val="009C4FB7"/>
    <w:rsid w:val="009C5CE5"/>
    <w:rsid w:val="009D08F7"/>
    <w:rsid w:val="009D3987"/>
    <w:rsid w:val="009D459C"/>
    <w:rsid w:val="009E0A8B"/>
    <w:rsid w:val="009E0EE0"/>
    <w:rsid w:val="009E1A4B"/>
    <w:rsid w:val="009E20B4"/>
    <w:rsid w:val="009E3600"/>
    <w:rsid w:val="009E38DB"/>
    <w:rsid w:val="009E588F"/>
    <w:rsid w:val="009E5D7C"/>
    <w:rsid w:val="009E5E58"/>
    <w:rsid w:val="009E6A9F"/>
    <w:rsid w:val="009F120E"/>
    <w:rsid w:val="009F1379"/>
    <w:rsid w:val="009F3F10"/>
    <w:rsid w:val="009F5879"/>
    <w:rsid w:val="00A00D45"/>
    <w:rsid w:val="00A060C2"/>
    <w:rsid w:val="00A07690"/>
    <w:rsid w:val="00A07787"/>
    <w:rsid w:val="00A115A3"/>
    <w:rsid w:val="00A12E5F"/>
    <w:rsid w:val="00A13BB3"/>
    <w:rsid w:val="00A13D41"/>
    <w:rsid w:val="00A15AD2"/>
    <w:rsid w:val="00A160EE"/>
    <w:rsid w:val="00A16139"/>
    <w:rsid w:val="00A20356"/>
    <w:rsid w:val="00A20455"/>
    <w:rsid w:val="00A219C2"/>
    <w:rsid w:val="00A21DDA"/>
    <w:rsid w:val="00A224D8"/>
    <w:rsid w:val="00A24712"/>
    <w:rsid w:val="00A24F1E"/>
    <w:rsid w:val="00A259C8"/>
    <w:rsid w:val="00A25A97"/>
    <w:rsid w:val="00A30D80"/>
    <w:rsid w:val="00A33012"/>
    <w:rsid w:val="00A3368E"/>
    <w:rsid w:val="00A34D1A"/>
    <w:rsid w:val="00A360E2"/>
    <w:rsid w:val="00A37839"/>
    <w:rsid w:val="00A404B0"/>
    <w:rsid w:val="00A40947"/>
    <w:rsid w:val="00A41020"/>
    <w:rsid w:val="00A415AB"/>
    <w:rsid w:val="00A42338"/>
    <w:rsid w:val="00A429CD"/>
    <w:rsid w:val="00A46C9D"/>
    <w:rsid w:val="00A5042E"/>
    <w:rsid w:val="00A50B45"/>
    <w:rsid w:val="00A52FBE"/>
    <w:rsid w:val="00A53C59"/>
    <w:rsid w:val="00A54375"/>
    <w:rsid w:val="00A55425"/>
    <w:rsid w:val="00A562C1"/>
    <w:rsid w:val="00A57795"/>
    <w:rsid w:val="00A6057E"/>
    <w:rsid w:val="00A6104D"/>
    <w:rsid w:val="00A61F4E"/>
    <w:rsid w:val="00A625B0"/>
    <w:rsid w:val="00A62DCB"/>
    <w:rsid w:val="00A65E12"/>
    <w:rsid w:val="00A672C2"/>
    <w:rsid w:val="00A70A68"/>
    <w:rsid w:val="00A7317E"/>
    <w:rsid w:val="00A73E7F"/>
    <w:rsid w:val="00A73EA7"/>
    <w:rsid w:val="00A73F8C"/>
    <w:rsid w:val="00A757AD"/>
    <w:rsid w:val="00A75CF2"/>
    <w:rsid w:val="00A80D09"/>
    <w:rsid w:val="00A82CFB"/>
    <w:rsid w:val="00A83447"/>
    <w:rsid w:val="00A842A9"/>
    <w:rsid w:val="00A84476"/>
    <w:rsid w:val="00A86A07"/>
    <w:rsid w:val="00A87344"/>
    <w:rsid w:val="00A931B0"/>
    <w:rsid w:val="00A93382"/>
    <w:rsid w:val="00A93D91"/>
    <w:rsid w:val="00A943F1"/>
    <w:rsid w:val="00A94ADE"/>
    <w:rsid w:val="00A95F37"/>
    <w:rsid w:val="00A96631"/>
    <w:rsid w:val="00A96808"/>
    <w:rsid w:val="00A96AB8"/>
    <w:rsid w:val="00A96C5D"/>
    <w:rsid w:val="00A96ED0"/>
    <w:rsid w:val="00A96F46"/>
    <w:rsid w:val="00AA0275"/>
    <w:rsid w:val="00AA2604"/>
    <w:rsid w:val="00AA4486"/>
    <w:rsid w:val="00AA4789"/>
    <w:rsid w:val="00AA6E72"/>
    <w:rsid w:val="00AA71D8"/>
    <w:rsid w:val="00AA7E4B"/>
    <w:rsid w:val="00AB0A2F"/>
    <w:rsid w:val="00AB184B"/>
    <w:rsid w:val="00AB3741"/>
    <w:rsid w:val="00AB3AEE"/>
    <w:rsid w:val="00AB564C"/>
    <w:rsid w:val="00AB65D3"/>
    <w:rsid w:val="00AB6EFC"/>
    <w:rsid w:val="00AC2136"/>
    <w:rsid w:val="00AC2B80"/>
    <w:rsid w:val="00AC59DB"/>
    <w:rsid w:val="00AD13AE"/>
    <w:rsid w:val="00AD1AAB"/>
    <w:rsid w:val="00AD25B4"/>
    <w:rsid w:val="00AD47CB"/>
    <w:rsid w:val="00AD5D0C"/>
    <w:rsid w:val="00AD6DCC"/>
    <w:rsid w:val="00AD7239"/>
    <w:rsid w:val="00AD738F"/>
    <w:rsid w:val="00AD74F0"/>
    <w:rsid w:val="00AD7C2E"/>
    <w:rsid w:val="00AE02E5"/>
    <w:rsid w:val="00AE11BC"/>
    <w:rsid w:val="00AE1596"/>
    <w:rsid w:val="00AE507E"/>
    <w:rsid w:val="00AE5D18"/>
    <w:rsid w:val="00AE7097"/>
    <w:rsid w:val="00AF1116"/>
    <w:rsid w:val="00AF1893"/>
    <w:rsid w:val="00AF1FD7"/>
    <w:rsid w:val="00AF282D"/>
    <w:rsid w:val="00AF301D"/>
    <w:rsid w:val="00AF3B43"/>
    <w:rsid w:val="00AF5BC1"/>
    <w:rsid w:val="00AF6765"/>
    <w:rsid w:val="00AF7C7F"/>
    <w:rsid w:val="00B01807"/>
    <w:rsid w:val="00B0243D"/>
    <w:rsid w:val="00B02AAD"/>
    <w:rsid w:val="00B02DAB"/>
    <w:rsid w:val="00B03647"/>
    <w:rsid w:val="00B04349"/>
    <w:rsid w:val="00B071A2"/>
    <w:rsid w:val="00B11B36"/>
    <w:rsid w:val="00B133B1"/>
    <w:rsid w:val="00B14B25"/>
    <w:rsid w:val="00B1606D"/>
    <w:rsid w:val="00B17321"/>
    <w:rsid w:val="00B17470"/>
    <w:rsid w:val="00B17D7C"/>
    <w:rsid w:val="00B2082A"/>
    <w:rsid w:val="00B20EF8"/>
    <w:rsid w:val="00B235EB"/>
    <w:rsid w:val="00B23A7A"/>
    <w:rsid w:val="00B24E48"/>
    <w:rsid w:val="00B26704"/>
    <w:rsid w:val="00B2688B"/>
    <w:rsid w:val="00B27662"/>
    <w:rsid w:val="00B338F6"/>
    <w:rsid w:val="00B339D8"/>
    <w:rsid w:val="00B34254"/>
    <w:rsid w:val="00B36DE7"/>
    <w:rsid w:val="00B370F4"/>
    <w:rsid w:val="00B37170"/>
    <w:rsid w:val="00B40234"/>
    <w:rsid w:val="00B41689"/>
    <w:rsid w:val="00B418A2"/>
    <w:rsid w:val="00B42E87"/>
    <w:rsid w:val="00B457CC"/>
    <w:rsid w:val="00B4598D"/>
    <w:rsid w:val="00B46E12"/>
    <w:rsid w:val="00B51F85"/>
    <w:rsid w:val="00B52E39"/>
    <w:rsid w:val="00B541AF"/>
    <w:rsid w:val="00B54A66"/>
    <w:rsid w:val="00B56C4C"/>
    <w:rsid w:val="00B61295"/>
    <w:rsid w:val="00B63258"/>
    <w:rsid w:val="00B74820"/>
    <w:rsid w:val="00B758EC"/>
    <w:rsid w:val="00B76059"/>
    <w:rsid w:val="00B762F0"/>
    <w:rsid w:val="00B76D1B"/>
    <w:rsid w:val="00B822B1"/>
    <w:rsid w:val="00B8518C"/>
    <w:rsid w:val="00B85875"/>
    <w:rsid w:val="00B86165"/>
    <w:rsid w:val="00B87085"/>
    <w:rsid w:val="00B87B5A"/>
    <w:rsid w:val="00B9041D"/>
    <w:rsid w:val="00B9086B"/>
    <w:rsid w:val="00B934A3"/>
    <w:rsid w:val="00B93AB4"/>
    <w:rsid w:val="00B94D3F"/>
    <w:rsid w:val="00B96481"/>
    <w:rsid w:val="00B977BA"/>
    <w:rsid w:val="00BA04B0"/>
    <w:rsid w:val="00BA0C7A"/>
    <w:rsid w:val="00BA0F2C"/>
    <w:rsid w:val="00BA392B"/>
    <w:rsid w:val="00BA4A30"/>
    <w:rsid w:val="00BA4FAC"/>
    <w:rsid w:val="00BA5387"/>
    <w:rsid w:val="00BA5B1D"/>
    <w:rsid w:val="00BB1B66"/>
    <w:rsid w:val="00BB1CA3"/>
    <w:rsid w:val="00BB2450"/>
    <w:rsid w:val="00BB3136"/>
    <w:rsid w:val="00BB3618"/>
    <w:rsid w:val="00BB3C75"/>
    <w:rsid w:val="00BB7670"/>
    <w:rsid w:val="00BB7733"/>
    <w:rsid w:val="00BC0048"/>
    <w:rsid w:val="00BC19E0"/>
    <w:rsid w:val="00BC22CF"/>
    <w:rsid w:val="00BC4937"/>
    <w:rsid w:val="00BC7C5B"/>
    <w:rsid w:val="00BD050B"/>
    <w:rsid w:val="00BD0941"/>
    <w:rsid w:val="00BD311A"/>
    <w:rsid w:val="00BD3338"/>
    <w:rsid w:val="00BD39BC"/>
    <w:rsid w:val="00BD411D"/>
    <w:rsid w:val="00BD7417"/>
    <w:rsid w:val="00BE11CE"/>
    <w:rsid w:val="00BE1231"/>
    <w:rsid w:val="00BE53A1"/>
    <w:rsid w:val="00BE5B98"/>
    <w:rsid w:val="00BE5C3B"/>
    <w:rsid w:val="00BE60D1"/>
    <w:rsid w:val="00BF1265"/>
    <w:rsid w:val="00BF21FD"/>
    <w:rsid w:val="00BF6D8C"/>
    <w:rsid w:val="00BF728B"/>
    <w:rsid w:val="00C00E7C"/>
    <w:rsid w:val="00C0114B"/>
    <w:rsid w:val="00C02F1B"/>
    <w:rsid w:val="00C0380C"/>
    <w:rsid w:val="00C03F47"/>
    <w:rsid w:val="00C04213"/>
    <w:rsid w:val="00C053AC"/>
    <w:rsid w:val="00C058B2"/>
    <w:rsid w:val="00C0698A"/>
    <w:rsid w:val="00C07A64"/>
    <w:rsid w:val="00C1555D"/>
    <w:rsid w:val="00C1689A"/>
    <w:rsid w:val="00C176C0"/>
    <w:rsid w:val="00C20176"/>
    <w:rsid w:val="00C20657"/>
    <w:rsid w:val="00C21241"/>
    <w:rsid w:val="00C22056"/>
    <w:rsid w:val="00C247D1"/>
    <w:rsid w:val="00C24C4C"/>
    <w:rsid w:val="00C2523B"/>
    <w:rsid w:val="00C25E49"/>
    <w:rsid w:val="00C271E3"/>
    <w:rsid w:val="00C27719"/>
    <w:rsid w:val="00C304A1"/>
    <w:rsid w:val="00C33CB0"/>
    <w:rsid w:val="00C33F9E"/>
    <w:rsid w:val="00C34621"/>
    <w:rsid w:val="00C34FF4"/>
    <w:rsid w:val="00C3544A"/>
    <w:rsid w:val="00C35696"/>
    <w:rsid w:val="00C370CC"/>
    <w:rsid w:val="00C371E0"/>
    <w:rsid w:val="00C4203F"/>
    <w:rsid w:val="00C44C65"/>
    <w:rsid w:val="00C463CD"/>
    <w:rsid w:val="00C474A6"/>
    <w:rsid w:val="00C538DE"/>
    <w:rsid w:val="00C54DA0"/>
    <w:rsid w:val="00C56430"/>
    <w:rsid w:val="00C56C40"/>
    <w:rsid w:val="00C61A3B"/>
    <w:rsid w:val="00C61A6C"/>
    <w:rsid w:val="00C620AF"/>
    <w:rsid w:val="00C623F1"/>
    <w:rsid w:val="00C638F0"/>
    <w:rsid w:val="00C63D56"/>
    <w:rsid w:val="00C64131"/>
    <w:rsid w:val="00C642CE"/>
    <w:rsid w:val="00C64A28"/>
    <w:rsid w:val="00C64CB3"/>
    <w:rsid w:val="00C657E0"/>
    <w:rsid w:val="00C6761E"/>
    <w:rsid w:val="00C70F46"/>
    <w:rsid w:val="00C724F5"/>
    <w:rsid w:val="00C72780"/>
    <w:rsid w:val="00C72A5F"/>
    <w:rsid w:val="00C7508C"/>
    <w:rsid w:val="00C7513C"/>
    <w:rsid w:val="00C7567D"/>
    <w:rsid w:val="00C76988"/>
    <w:rsid w:val="00C80714"/>
    <w:rsid w:val="00C80DD1"/>
    <w:rsid w:val="00C82650"/>
    <w:rsid w:val="00C82EE4"/>
    <w:rsid w:val="00C83302"/>
    <w:rsid w:val="00C83DAC"/>
    <w:rsid w:val="00C9139F"/>
    <w:rsid w:val="00C91C90"/>
    <w:rsid w:val="00C96655"/>
    <w:rsid w:val="00CA16D5"/>
    <w:rsid w:val="00CA2BEC"/>
    <w:rsid w:val="00CA710B"/>
    <w:rsid w:val="00CA71D5"/>
    <w:rsid w:val="00CA75D9"/>
    <w:rsid w:val="00CB0E93"/>
    <w:rsid w:val="00CB1662"/>
    <w:rsid w:val="00CB2ABD"/>
    <w:rsid w:val="00CB2BB6"/>
    <w:rsid w:val="00CB30B0"/>
    <w:rsid w:val="00CB3F39"/>
    <w:rsid w:val="00CB467E"/>
    <w:rsid w:val="00CB59EA"/>
    <w:rsid w:val="00CB7222"/>
    <w:rsid w:val="00CC1799"/>
    <w:rsid w:val="00CC306D"/>
    <w:rsid w:val="00CC385C"/>
    <w:rsid w:val="00CC4EAC"/>
    <w:rsid w:val="00CC5035"/>
    <w:rsid w:val="00CC5DBC"/>
    <w:rsid w:val="00CC684B"/>
    <w:rsid w:val="00CC6D43"/>
    <w:rsid w:val="00CD01F9"/>
    <w:rsid w:val="00CD35BA"/>
    <w:rsid w:val="00CD452B"/>
    <w:rsid w:val="00CD520B"/>
    <w:rsid w:val="00CD5B7B"/>
    <w:rsid w:val="00CD7F40"/>
    <w:rsid w:val="00CE0AF0"/>
    <w:rsid w:val="00CE5068"/>
    <w:rsid w:val="00CE5EA7"/>
    <w:rsid w:val="00CF0FF3"/>
    <w:rsid w:val="00CF1F66"/>
    <w:rsid w:val="00CF29B0"/>
    <w:rsid w:val="00CF3D2D"/>
    <w:rsid w:val="00D01B3D"/>
    <w:rsid w:val="00D0204F"/>
    <w:rsid w:val="00D02690"/>
    <w:rsid w:val="00D03A6C"/>
    <w:rsid w:val="00D052D8"/>
    <w:rsid w:val="00D056D7"/>
    <w:rsid w:val="00D05CDB"/>
    <w:rsid w:val="00D06C71"/>
    <w:rsid w:val="00D11CAF"/>
    <w:rsid w:val="00D16D14"/>
    <w:rsid w:val="00D16FD0"/>
    <w:rsid w:val="00D177A5"/>
    <w:rsid w:val="00D1781B"/>
    <w:rsid w:val="00D17867"/>
    <w:rsid w:val="00D203F3"/>
    <w:rsid w:val="00D2162E"/>
    <w:rsid w:val="00D220A7"/>
    <w:rsid w:val="00D22EC7"/>
    <w:rsid w:val="00D24F2F"/>
    <w:rsid w:val="00D24F74"/>
    <w:rsid w:val="00D25266"/>
    <w:rsid w:val="00D25624"/>
    <w:rsid w:val="00D2719A"/>
    <w:rsid w:val="00D275A4"/>
    <w:rsid w:val="00D32512"/>
    <w:rsid w:val="00D34C6C"/>
    <w:rsid w:val="00D36AD0"/>
    <w:rsid w:val="00D37981"/>
    <w:rsid w:val="00D41408"/>
    <w:rsid w:val="00D445E4"/>
    <w:rsid w:val="00D458D4"/>
    <w:rsid w:val="00D45A74"/>
    <w:rsid w:val="00D46978"/>
    <w:rsid w:val="00D46D91"/>
    <w:rsid w:val="00D46D9D"/>
    <w:rsid w:val="00D50440"/>
    <w:rsid w:val="00D5134D"/>
    <w:rsid w:val="00D5142A"/>
    <w:rsid w:val="00D533E2"/>
    <w:rsid w:val="00D5479D"/>
    <w:rsid w:val="00D54F1F"/>
    <w:rsid w:val="00D553DB"/>
    <w:rsid w:val="00D55C86"/>
    <w:rsid w:val="00D55DB1"/>
    <w:rsid w:val="00D56840"/>
    <w:rsid w:val="00D57442"/>
    <w:rsid w:val="00D62260"/>
    <w:rsid w:val="00D636F0"/>
    <w:rsid w:val="00D638F7"/>
    <w:rsid w:val="00D7267F"/>
    <w:rsid w:val="00D74A77"/>
    <w:rsid w:val="00D75325"/>
    <w:rsid w:val="00D762B3"/>
    <w:rsid w:val="00D8366D"/>
    <w:rsid w:val="00D8472A"/>
    <w:rsid w:val="00D85A61"/>
    <w:rsid w:val="00D86AE7"/>
    <w:rsid w:val="00D87904"/>
    <w:rsid w:val="00D9096F"/>
    <w:rsid w:val="00D90AF2"/>
    <w:rsid w:val="00D93E54"/>
    <w:rsid w:val="00D93F81"/>
    <w:rsid w:val="00D942BB"/>
    <w:rsid w:val="00D9454E"/>
    <w:rsid w:val="00D95547"/>
    <w:rsid w:val="00DA1666"/>
    <w:rsid w:val="00DA4072"/>
    <w:rsid w:val="00DB1D13"/>
    <w:rsid w:val="00DB6974"/>
    <w:rsid w:val="00DB7870"/>
    <w:rsid w:val="00DC17A2"/>
    <w:rsid w:val="00DC2A68"/>
    <w:rsid w:val="00DC41E2"/>
    <w:rsid w:val="00DC5665"/>
    <w:rsid w:val="00DC5700"/>
    <w:rsid w:val="00DC7CB4"/>
    <w:rsid w:val="00DD1AE1"/>
    <w:rsid w:val="00DE098E"/>
    <w:rsid w:val="00DE0E87"/>
    <w:rsid w:val="00DE113B"/>
    <w:rsid w:val="00DE13F7"/>
    <w:rsid w:val="00DE240E"/>
    <w:rsid w:val="00DE2C76"/>
    <w:rsid w:val="00DE54C0"/>
    <w:rsid w:val="00DF0789"/>
    <w:rsid w:val="00DF089C"/>
    <w:rsid w:val="00DF0CD0"/>
    <w:rsid w:val="00DF4EC1"/>
    <w:rsid w:val="00E003A2"/>
    <w:rsid w:val="00E00749"/>
    <w:rsid w:val="00E058AC"/>
    <w:rsid w:val="00E05E2E"/>
    <w:rsid w:val="00E061BD"/>
    <w:rsid w:val="00E06B18"/>
    <w:rsid w:val="00E07FEB"/>
    <w:rsid w:val="00E1226F"/>
    <w:rsid w:val="00E12BC0"/>
    <w:rsid w:val="00E13315"/>
    <w:rsid w:val="00E13C57"/>
    <w:rsid w:val="00E13DBD"/>
    <w:rsid w:val="00E1443C"/>
    <w:rsid w:val="00E16B5E"/>
    <w:rsid w:val="00E20066"/>
    <w:rsid w:val="00E212B5"/>
    <w:rsid w:val="00E22803"/>
    <w:rsid w:val="00E23DBC"/>
    <w:rsid w:val="00E24C62"/>
    <w:rsid w:val="00E250DB"/>
    <w:rsid w:val="00E25F45"/>
    <w:rsid w:val="00E274FA"/>
    <w:rsid w:val="00E30B9D"/>
    <w:rsid w:val="00E323A8"/>
    <w:rsid w:val="00E33EEE"/>
    <w:rsid w:val="00E34AB3"/>
    <w:rsid w:val="00E359DD"/>
    <w:rsid w:val="00E36D5C"/>
    <w:rsid w:val="00E376A9"/>
    <w:rsid w:val="00E41392"/>
    <w:rsid w:val="00E431A5"/>
    <w:rsid w:val="00E43E90"/>
    <w:rsid w:val="00E44E81"/>
    <w:rsid w:val="00E46767"/>
    <w:rsid w:val="00E47BE7"/>
    <w:rsid w:val="00E522E9"/>
    <w:rsid w:val="00E52E4E"/>
    <w:rsid w:val="00E53409"/>
    <w:rsid w:val="00E53CFD"/>
    <w:rsid w:val="00E53FF0"/>
    <w:rsid w:val="00E54404"/>
    <w:rsid w:val="00E5450F"/>
    <w:rsid w:val="00E6110D"/>
    <w:rsid w:val="00E61CF6"/>
    <w:rsid w:val="00E73A82"/>
    <w:rsid w:val="00E73EF0"/>
    <w:rsid w:val="00E76493"/>
    <w:rsid w:val="00E80BE2"/>
    <w:rsid w:val="00E81651"/>
    <w:rsid w:val="00E818E0"/>
    <w:rsid w:val="00E8475B"/>
    <w:rsid w:val="00E85688"/>
    <w:rsid w:val="00E863AA"/>
    <w:rsid w:val="00E87F03"/>
    <w:rsid w:val="00E90993"/>
    <w:rsid w:val="00E90E4E"/>
    <w:rsid w:val="00E912E1"/>
    <w:rsid w:val="00E92E2B"/>
    <w:rsid w:val="00E93A45"/>
    <w:rsid w:val="00E962DE"/>
    <w:rsid w:val="00EA2FBE"/>
    <w:rsid w:val="00EA36C4"/>
    <w:rsid w:val="00EA383D"/>
    <w:rsid w:val="00EA6FB6"/>
    <w:rsid w:val="00EA6FE5"/>
    <w:rsid w:val="00EB3AB7"/>
    <w:rsid w:val="00EB3EF5"/>
    <w:rsid w:val="00EB5C83"/>
    <w:rsid w:val="00EB6E27"/>
    <w:rsid w:val="00EB75EB"/>
    <w:rsid w:val="00EC1E2D"/>
    <w:rsid w:val="00EC41E6"/>
    <w:rsid w:val="00EC50CB"/>
    <w:rsid w:val="00EC6029"/>
    <w:rsid w:val="00EC63BF"/>
    <w:rsid w:val="00EC72A4"/>
    <w:rsid w:val="00EC72B9"/>
    <w:rsid w:val="00ED242D"/>
    <w:rsid w:val="00ED2D42"/>
    <w:rsid w:val="00ED353C"/>
    <w:rsid w:val="00ED4570"/>
    <w:rsid w:val="00ED6F18"/>
    <w:rsid w:val="00ED7259"/>
    <w:rsid w:val="00EE0258"/>
    <w:rsid w:val="00EE0D0F"/>
    <w:rsid w:val="00EE28B7"/>
    <w:rsid w:val="00EE5A69"/>
    <w:rsid w:val="00EE5B29"/>
    <w:rsid w:val="00EF1E5F"/>
    <w:rsid w:val="00EF31FF"/>
    <w:rsid w:val="00EF3873"/>
    <w:rsid w:val="00EF3A3F"/>
    <w:rsid w:val="00EF4444"/>
    <w:rsid w:val="00EF6831"/>
    <w:rsid w:val="00F006D7"/>
    <w:rsid w:val="00F00AF5"/>
    <w:rsid w:val="00F02D16"/>
    <w:rsid w:val="00F0332B"/>
    <w:rsid w:val="00F046FB"/>
    <w:rsid w:val="00F04CDB"/>
    <w:rsid w:val="00F04DE1"/>
    <w:rsid w:val="00F05C0D"/>
    <w:rsid w:val="00F07079"/>
    <w:rsid w:val="00F1051B"/>
    <w:rsid w:val="00F116E0"/>
    <w:rsid w:val="00F1197F"/>
    <w:rsid w:val="00F11EFF"/>
    <w:rsid w:val="00F128C5"/>
    <w:rsid w:val="00F13A77"/>
    <w:rsid w:val="00F13B1F"/>
    <w:rsid w:val="00F14B4F"/>
    <w:rsid w:val="00F162F0"/>
    <w:rsid w:val="00F17A4F"/>
    <w:rsid w:val="00F217E4"/>
    <w:rsid w:val="00F2191D"/>
    <w:rsid w:val="00F21A38"/>
    <w:rsid w:val="00F223CA"/>
    <w:rsid w:val="00F258E6"/>
    <w:rsid w:val="00F27001"/>
    <w:rsid w:val="00F310C5"/>
    <w:rsid w:val="00F31177"/>
    <w:rsid w:val="00F33A85"/>
    <w:rsid w:val="00F34580"/>
    <w:rsid w:val="00F354CB"/>
    <w:rsid w:val="00F35678"/>
    <w:rsid w:val="00F40A41"/>
    <w:rsid w:val="00F43AD5"/>
    <w:rsid w:val="00F44AEC"/>
    <w:rsid w:val="00F44D86"/>
    <w:rsid w:val="00F45772"/>
    <w:rsid w:val="00F46482"/>
    <w:rsid w:val="00F50239"/>
    <w:rsid w:val="00F51814"/>
    <w:rsid w:val="00F5408A"/>
    <w:rsid w:val="00F54C29"/>
    <w:rsid w:val="00F550F5"/>
    <w:rsid w:val="00F602DA"/>
    <w:rsid w:val="00F61FA0"/>
    <w:rsid w:val="00F6238F"/>
    <w:rsid w:val="00F62A1A"/>
    <w:rsid w:val="00F64C53"/>
    <w:rsid w:val="00F64DA4"/>
    <w:rsid w:val="00F6567B"/>
    <w:rsid w:val="00F66114"/>
    <w:rsid w:val="00F66911"/>
    <w:rsid w:val="00F67B72"/>
    <w:rsid w:val="00F705EF"/>
    <w:rsid w:val="00F70E87"/>
    <w:rsid w:val="00F7112B"/>
    <w:rsid w:val="00F72107"/>
    <w:rsid w:val="00F7227D"/>
    <w:rsid w:val="00F73B52"/>
    <w:rsid w:val="00F7577B"/>
    <w:rsid w:val="00F75E96"/>
    <w:rsid w:val="00F77641"/>
    <w:rsid w:val="00F7789F"/>
    <w:rsid w:val="00F80053"/>
    <w:rsid w:val="00F83269"/>
    <w:rsid w:val="00F84213"/>
    <w:rsid w:val="00F85762"/>
    <w:rsid w:val="00F85D76"/>
    <w:rsid w:val="00F86CCF"/>
    <w:rsid w:val="00F91E01"/>
    <w:rsid w:val="00F91FF1"/>
    <w:rsid w:val="00F92312"/>
    <w:rsid w:val="00F92BE9"/>
    <w:rsid w:val="00F92F5F"/>
    <w:rsid w:val="00F944CF"/>
    <w:rsid w:val="00F95596"/>
    <w:rsid w:val="00F9676D"/>
    <w:rsid w:val="00F97C33"/>
    <w:rsid w:val="00F97FB5"/>
    <w:rsid w:val="00FA1D0C"/>
    <w:rsid w:val="00FA2F46"/>
    <w:rsid w:val="00FA31E5"/>
    <w:rsid w:val="00FB11CC"/>
    <w:rsid w:val="00FB3622"/>
    <w:rsid w:val="00FB4B5B"/>
    <w:rsid w:val="00FB5E53"/>
    <w:rsid w:val="00FB655D"/>
    <w:rsid w:val="00FC3B7D"/>
    <w:rsid w:val="00FC5954"/>
    <w:rsid w:val="00FC6A4E"/>
    <w:rsid w:val="00FC7193"/>
    <w:rsid w:val="00FC72B1"/>
    <w:rsid w:val="00FC7A0F"/>
    <w:rsid w:val="00FD18E8"/>
    <w:rsid w:val="00FD2BEE"/>
    <w:rsid w:val="00FD37AB"/>
    <w:rsid w:val="00FD4E70"/>
    <w:rsid w:val="00FD5159"/>
    <w:rsid w:val="00FD62DD"/>
    <w:rsid w:val="00FD6F07"/>
    <w:rsid w:val="00FE0519"/>
    <w:rsid w:val="00FE056A"/>
    <w:rsid w:val="00FE259F"/>
    <w:rsid w:val="00FE4A97"/>
    <w:rsid w:val="00FF24EB"/>
    <w:rsid w:val="00FF433F"/>
    <w:rsid w:val="00FF4A46"/>
    <w:rsid w:val="00FF5ECD"/>
    <w:rsid w:val="00FF6039"/>
    <w:rsid w:val="00FF62DB"/>
    <w:rsid w:val="00FF6AF4"/>
    <w:rsid w:val="00FF7AB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51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DCB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29C7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2DC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229C7"/>
    <w:rPr>
      <w:rFonts w:ascii="Cambria" w:hAnsi="Cambria" w:cs="Times New Roman"/>
      <w:i/>
      <w:iCs/>
      <w:color w:val="365F91"/>
      <w:lang w:eastAsia="ru-RU"/>
    </w:rPr>
  </w:style>
  <w:style w:type="paragraph" w:customStyle="1" w:styleId="ConsPlusNormal">
    <w:name w:val="ConsPlusNormal"/>
    <w:uiPriority w:val="99"/>
    <w:rsid w:val="003F355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A80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0D09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A80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0D09"/>
    <w:rPr>
      <w:rFonts w:eastAsia="Times New Roman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27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1EB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E53CFD"/>
    <w:pPr>
      <w:ind w:left="720"/>
      <w:contextualSpacing/>
    </w:pPr>
  </w:style>
  <w:style w:type="paragraph" w:customStyle="1" w:styleId="s16">
    <w:name w:val="s_16"/>
    <w:basedOn w:val="Normal"/>
    <w:uiPriority w:val="99"/>
    <w:rsid w:val="00ED2D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D2D42"/>
    <w:rPr>
      <w:rFonts w:cs="Times New Roman"/>
      <w:i/>
      <w:iCs/>
    </w:rPr>
  </w:style>
  <w:style w:type="character" w:customStyle="1" w:styleId="highlightsearch">
    <w:name w:val="highlightsearch"/>
    <w:basedOn w:val="DefaultParagraphFont"/>
    <w:uiPriority w:val="99"/>
    <w:rsid w:val="00ED2D42"/>
    <w:rPr>
      <w:rFonts w:cs="Times New Roman"/>
    </w:rPr>
  </w:style>
  <w:style w:type="paragraph" w:customStyle="1" w:styleId="s1">
    <w:name w:val="s_1"/>
    <w:basedOn w:val="Normal"/>
    <w:uiPriority w:val="99"/>
    <w:rsid w:val="00ED2D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A93D91"/>
    <w:pPr>
      <w:spacing w:after="0" w:line="240" w:lineRule="auto"/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customStyle="1" w:styleId="empty">
    <w:name w:val="empty"/>
    <w:basedOn w:val="Normal"/>
    <w:uiPriority w:val="99"/>
    <w:rsid w:val="004F0A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DefaultParagraphFont"/>
    <w:uiPriority w:val="99"/>
    <w:rsid w:val="006473D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473DD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DefaultParagraphFont"/>
    <w:uiPriority w:val="99"/>
    <w:rsid w:val="00D056D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0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0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0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7086</TotalTime>
  <Pages>2</Pages>
  <Words>230</Words>
  <Characters>1317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Пряникова_Н_С</cp:lastModifiedBy>
  <cp:revision>1194</cp:revision>
  <cp:lastPrinted>2019-11-01T08:48:00Z</cp:lastPrinted>
  <dcterms:created xsi:type="dcterms:W3CDTF">2017-11-23T10:49:00Z</dcterms:created>
  <dcterms:modified xsi:type="dcterms:W3CDTF">2019-11-12T08:43:00Z</dcterms:modified>
</cp:coreProperties>
</file>